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禹州市中等专业学校新校区配套教学、生活等设备物品购置（L包）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outlineLvl w:val="9"/>
        <w:rPr>
          <w:b w:val="0"/>
          <w:i w:val="0"/>
          <w:sz w:val="44"/>
          <w:szCs w:val="44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中标结果公告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textAlignment w:val="auto"/>
        <w:outlineLvl w:val="9"/>
      </w:pPr>
      <w:r>
        <w:rPr>
          <w:rFonts w:hint="eastAsia" w:ascii="仿宋" w:hAnsi="仿宋" w:eastAsia="仿宋" w:cs="仿宋"/>
          <w:b/>
          <w:color w:val="000000"/>
          <w:sz w:val="32"/>
          <w:szCs w:val="32"/>
          <w:u w:val="none"/>
          <w:shd w:val="clear" w:fill="FFFFFF"/>
        </w:rPr>
        <w:t>一、项目名称和编号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禹州市中等专业学校新校区配套教学、生活等设备物品购置（L包）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b w:val="0"/>
          <w:i w:val="0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项目编号：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YZCG-DL2019017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二、开评标信息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8时30分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评标地点：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禹州市公共资源交易中心第一评标室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评审专家名单：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王金玲、王银海、李艳、杜建业、贾桢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三、中标信息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中标人名称：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河南政达实业有限公司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郑州市二七区冯庄路西、石柱路东、寒山东路南、南屏路北7幢2单元19层1903号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刘伟东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联系方式：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0371-60195005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预算金额：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小写：1325000.00元；大写：壹佰叁拾贰万伍仟元整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小写：1269100.00元；大写：壹佰贰拾陆万玖仟壹佰元整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中标标的概况（附后）：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主要中标标的的名称、规格型号、数量、单价、服务要求等。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四、采购文件（附后）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五、公告期限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本公告同时在以下网站发布：全国公共资源交易平台（河南省·许昌市）、河南省电子招标投标公共服务平台。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中标结果公告期限为1个工作日。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六、联系方式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采购人：禹州市创业投资有限公司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地  址：禹州市行政北路创业大厦4楼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人：武先生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联系电话：0374-8816982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代理机构：恒信咨询管理有限公司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    址：郑州市电厂路河南省国家大学科技园（东区）16号楼B座6楼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人：董先生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联系电话：0371-86688490  0374-2766699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监督单位：禹州市财政局国有资产监督管理办公室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联系电话：0374-8119226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禹州市创业投资有限公司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right"/>
        <w:textAlignment w:val="auto"/>
        <w:outlineLvl w:val="9"/>
      </w:pP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2019年6月27日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9F67DB"/>
    <w:rsid w:val="02553C7F"/>
    <w:rsid w:val="04F379DD"/>
    <w:rsid w:val="05095439"/>
    <w:rsid w:val="06FA6D41"/>
    <w:rsid w:val="08E85C97"/>
    <w:rsid w:val="09975E39"/>
    <w:rsid w:val="0AC20DAF"/>
    <w:rsid w:val="0AC21787"/>
    <w:rsid w:val="0B390C27"/>
    <w:rsid w:val="0B4F5919"/>
    <w:rsid w:val="0B834A0F"/>
    <w:rsid w:val="0BA110B0"/>
    <w:rsid w:val="0CC953DB"/>
    <w:rsid w:val="0D011BB8"/>
    <w:rsid w:val="0D0C0142"/>
    <w:rsid w:val="0DBF7B93"/>
    <w:rsid w:val="0E93475A"/>
    <w:rsid w:val="0F8A4A30"/>
    <w:rsid w:val="107B4BE2"/>
    <w:rsid w:val="11F34674"/>
    <w:rsid w:val="13C21ED6"/>
    <w:rsid w:val="14BC17B4"/>
    <w:rsid w:val="15A15EFC"/>
    <w:rsid w:val="16026866"/>
    <w:rsid w:val="162929A7"/>
    <w:rsid w:val="16B301CC"/>
    <w:rsid w:val="1A4B508B"/>
    <w:rsid w:val="1C0E25C7"/>
    <w:rsid w:val="1DCE0C4E"/>
    <w:rsid w:val="212F0011"/>
    <w:rsid w:val="234F2F4D"/>
    <w:rsid w:val="23E24B2E"/>
    <w:rsid w:val="245A6CC2"/>
    <w:rsid w:val="260726CF"/>
    <w:rsid w:val="27AE203C"/>
    <w:rsid w:val="29D37C1E"/>
    <w:rsid w:val="2A4F7F6E"/>
    <w:rsid w:val="2B035746"/>
    <w:rsid w:val="2DF84B1B"/>
    <w:rsid w:val="305F53D5"/>
    <w:rsid w:val="310A7136"/>
    <w:rsid w:val="336B58F4"/>
    <w:rsid w:val="341277B7"/>
    <w:rsid w:val="34EE2D08"/>
    <w:rsid w:val="36CF0F90"/>
    <w:rsid w:val="37B538EB"/>
    <w:rsid w:val="37C927D9"/>
    <w:rsid w:val="38C47BDB"/>
    <w:rsid w:val="38D34114"/>
    <w:rsid w:val="3B5A5376"/>
    <w:rsid w:val="3E854862"/>
    <w:rsid w:val="3E885EEA"/>
    <w:rsid w:val="43A8530B"/>
    <w:rsid w:val="43E54344"/>
    <w:rsid w:val="469A1992"/>
    <w:rsid w:val="49661604"/>
    <w:rsid w:val="4AC851BF"/>
    <w:rsid w:val="4B5D0E56"/>
    <w:rsid w:val="4CFC60C9"/>
    <w:rsid w:val="4E097178"/>
    <w:rsid w:val="4E5B78E9"/>
    <w:rsid w:val="52145B37"/>
    <w:rsid w:val="53EA1FC4"/>
    <w:rsid w:val="549A4530"/>
    <w:rsid w:val="56DE5D9E"/>
    <w:rsid w:val="57D74C6B"/>
    <w:rsid w:val="5C75303F"/>
    <w:rsid w:val="5CE66FE4"/>
    <w:rsid w:val="5CF97FCC"/>
    <w:rsid w:val="5D362499"/>
    <w:rsid w:val="5DE02B44"/>
    <w:rsid w:val="5F1079E8"/>
    <w:rsid w:val="5F135259"/>
    <w:rsid w:val="5F8807CC"/>
    <w:rsid w:val="5FE5618C"/>
    <w:rsid w:val="605A418C"/>
    <w:rsid w:val="607F6734"/>
    <w:rsid w:val="62C14B0C"/>
    <w:rsid w:val="630B5C05"/>
    <w:rsid w:val="64D93F78"/>
    <w:rsid w:val="64EE7EA8"/>
    <w:rsid w:val="65B12DC6"/>
    <w:rsid w:val="65B12FEF"/>
    <w:rsid w:val="6A0E6E50"/>
    <w:rsid w:val="6ADE5E3A"/>
    <w:rsid w:val="6B4F41A2"/>
    <w:rsid w:val="6C0837AF"/>
    <w:rsid w:val="6D535020"/>
    <w:rsid w:val="6E224741"/>
    <w:rsid w:val="6EC95A89"/>
    <w:rsid w:val="6F325BEA"/>
    <w:rsid w:val="6F42040C"/>
    <w:rsid w:val="70C255C8"/>
    <w:rsid w:val="71220BA1"/>
    <w:rsid w:val="76203885"/>
    <w:rsid w:val="76B03AA9"/>
    <w:rsid w:val="76F7121F"/>
    <w:rsid w:val="775B1CAC"/>
    <w:rsid w:val="78395EE1"/>
    <w:rsid w:val="7AD91893"/>
    <w:rsid w:val="7AF649B2"/>
    <w:rsid w:val="7C6B7391"/>
    <w:rsid w:val="7D8D2D6F"/>
    <w:rsid w:val="7FF6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4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5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7">
    <w:name w:val="red2"/>
    <w:basedOn w:val="9"/>
    <w:qFormat/>
    <w:uiPriority w:val="0"/>
    <w:rPr>
      <w:color w:val="FF0000"/>
    </w:rPr>
  </w:style>
  <w:style w:type="character" w:customStyle="1" w:styleId="18">
    <w:name w:val="red3"/>
    <w:basedOn w:val="9"/>
    <w:qFormat/>
    <w:uiPriority w:val="0"/>
    <w:rPr>
      <w:color w:val="CC0000"/>
    </w:rPr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b-jt"/>
    <w:basedOn w:val="9"/>
    <w:qFormat/>
    <w:uiPriority w:val="0"/>
  </w:style>
  <w:style w:type="character" w:customStyle="1" w:styleId="21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2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3">
    <w:name w:val="hover24"/>
    <w:basedOn w:val="9"/>
    <w:uiPriority w:val="0"/>
  </w:style>
  <w:style w:type="character" w:customStyle="1" w:styleId="24">
    <w:name w:val="hov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2018-11-21T01:56:00Z</dcterms:created>
  <dc:creator>Administrator</dc:creator>
  <cp:lastModifiedBy>　　</cp:lastModifiedBy>
  <dcterms:modified xsi:type="dcterms:W3CDTF">2019-06-26T09:50:53Z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