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065" cy="5695315"/>
            <wp:effectExtent l="0" t="0" r="635" b="635"/>
            <wp:docPr id="1" name="图片 1" descr="15359604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35960417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065" cy="569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E2D16"/>
    <w:rsid w:val="6D535020"/>
    <w:rsid w:val="772E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2018-09-03T07:38:00Z</dcterms:created>
  <dc:creator>williamMC</dc:creator>
  <cp:lastModifiedBy>williamMC</cp:lastModifiedBy>
  <dcterms:modified xsi:type="dcterms:W3CDTF">2018-09-03T07:40:48Z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