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4034155"/>
            <wp:effectExtent l="0" t="0" r="381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34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80915" cy="392366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0915" cy="3923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212EB"/>
    <w:rsid w:val="44A212E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2018-06-29T00:28:00Z</dcterms:created>
  <dc:creator>Administrator</dc:creator>
  <cp:lastModifiedBy>Administrator</cp:lastModifiedBy>
  <dcterms:modified xsi:type="dcterms:W3CDTF">2018-06-29T00:32:52Z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